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14DF9F92" w:rsidR="0020639C" w:rsidRPr="00F86A6E" w:rsidRDefault="00612E2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B3551" w:rsidRPr="00A75548" w14:paraId="72868CF7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540C50A5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DAC988" wp14:editId="1A722C2B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77EA7E6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9152538" wp14:editId="2B41A6A4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C1A37" w14:textId="77777777" w:rsidR="008B3551" w:rsidRDefault="008B3551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2BE7E" wp14:editId="4E72A43D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D16DD" w14:textId="74573E2B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55D8AA00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B3551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8B3551">
            <w:fldChar w:fldCharType="begin"/>
          </w:r>
          <w:r w:rsidR="008B3551">
            <w:instrText xml:space="preserve"> NUMPAGES  \* Arabic  \* MERGEFORMAT </w:instrText>
          </w:r>
          <w:r w:rsidR="008B3551">
            <w:fldChar w:fldCharType="separate"/>
          </w:r>
          <w:r w:rsidR="00AA3555">
            <w:rPr>
              <w:noProof/>
            </w:rPr>
            <w:t>2</w:t>
          </w:r>
          <w:r w:rsidR="008B3551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1C80E9C3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>2 cm,</w:t>
    </w:r>
  </w:p>
  <w:p w14:paraId="5755C304" w14:textId="1B716A3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2313ea8-4521-49e8-b6bb-ca19bded6e88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B2D7E7-CABA-49D7-81E5-1B1BE612FC86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2023-12-05T13:00:00Z</dcterms:created>
  <dcterms:modified xsi:type="dcterms:W3CDTF">2023-12-05T13:26:00Z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